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4E2EE" w14:textId="77777777" w:rsidR="006E5D65" w:rsidRPr="008957B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957B3">
        <w:rPr>
          <w:rFonts w:ascii="Corbel" w:hAnsi="Corbel"/>
          <w:b/>
          <w:bCs/>
        </w:rPr>
        <w:t xml:space="preserve">   </w:t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D8678B" w:rsidRPr="008957B3">
        <w:rPr>
          <w:rFonts w:ascii="Corbel" w:hAnsi="Corbel"/>
          <w:bCs/>
          <w:i/>
        </w:rPr>
        <w:t xml:space="preserve">Załącznik nr </w:t>
      </w:r>
      <w:r w:rsidR="006F31E2" w:rsidRPr="008957B3">
        <w:rPr>
          <w:rFonts w:ascii="Corbel" w:hAnsi="Corbel"/>
          <w:bCs/>
          <w:i/>
        </w:rPr>
        <w:t>1.5</w:t>
      </w:r>
      <w:r w:rsidR="00D8678B" w:rsidRPr="008957B3">
        <w:rPr>
          <w:rFonts w:ascii="Corbel" w:hAnsi="Corbel"/>
          <w:bCs/>
          <w:i/>
        </w:rPr>
        <w:t xml:space="preserve"> do Zarządzenia</w:t>
      </w:r>
      <w:r w:rsidR="002A22BF" w:rsidRPr="008957B3">
        <w:rPr>
          <w:rFonts w:ascii="Corbel" w:hAnsi="Corbel"/>
          <w:bCs/>
          <w:i/>
        </w:rPr>
        <w:t xml:space="preserve"> Rektora UR </w:t>
      </w:r>
      <w:r w:rsidR="00CD6897" w:rsidRPr="008957B3">
        <w:rPr>
          <w:rFonts w:ascii="Corbel" w:hAnsi="Corbel"/>
          <w:bCs/>
          <w:i/>
        </w:rPr>
        <w:t xml:space="preserve"> nr </w:t>
      </w:r>
      <w:r w:rsidR="00F17567" w:rsidRPr="008957B3">
        <w:rPr>
          <w:rFonts w:ascii="Corbel" w:hAnsi="Corbel"/>
          <w:bCs/>
          <w:i/>
        </w:rPr>
        <w:t>12/2019</w:t>
      </w:r>
    </w:p>
    <w:p w14:paraId="2FA1ABA6" w14:textId="77777777" w:rsidR="00B705D4" w:rsidRDefault="00B705D4" w:rsidP="00B705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842C43D" w14:textId="77777777" w:rsidR="00B705D4" w:rsidRDefault="00B705D4" w:rsidP="00B705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646F3631" w14:textId="77777777" w:rsidR="00B705D4" w:rsidRDefault="00B705D4" w:rsidP="00B705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4A8D8A4E" w14:textId="77777777" w:rsidR="0085747A" w:rsidRPr="008957B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2FFA2A9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957B3">
        <w:rPr>
          <w:rFonts w:ascii="Corbel" w:hAnsi="Corbel"/>
          <w:szCs w:val="24"/>
        </w:rPr>
        <w:t xml:space="preserve">1. </w:t>
      </w:r>
      <w:r w:rsidR="0085747A" w:rsidRPr="008957B3">
        <w:rPr>
          <w:rFonts w:ascii="Corbel" w:hAnsi="Corbel"/>
          <w:szCs w:val="24"/>
        </w:rPr>
        <w:t xml:space="preserve">Podstawowe </w:t>
      </w:r>
      <w:r w:rsidR="00445970" w:rsidRPr="008957B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20336" w:rsidRPr="008957B3" w14:paraId="75E9F6BA" w14:textId="77777777" w:rsidTr="004618C5">
        <w:tc>
          <w:tcPr>
            <w:tcW w:w="2694" w:type="dxa"/>
            <w:vAlign w:val="center"/>
          </w:tcPr>
          <w:p w14:paraId="140FFC72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46D17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Wybrane zagadnienia prawne w pomocy społecznej</w:t>
            </w:r>
          </w:p>
        </w:tc>
      </w:tr>
      <w:tr w:rsidR="00220336" w:rsidRPr="008957B3" w14:paraId="22C51507" w14:textId="77777777" w:rsidTr="004618C5">
        <w:tc>
          <w:tcPr>
            <w:tcW w:w="2694" w:type="dxa"/>
            <w:vAlign w:val="center"/>
          </w:tcPr>
          <w:p w14:paraId="2BAB2293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F5A358C" w14:textId="32C88D28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096A3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8957B3">
              <w:rPr>
                <w:rFonts w:ascii="Corbel" w:hAnsi="Corbel"/>
                <w:b w:val="0"/>
                <w:sz w:val="24"/>
                <w:szCs w:val="24"/>
              </w:rPr>
              <w:t>[1]</w:t>
            </w:r>
            <w:r w:rsidR="00445AA8" w:rsidRPr="008957B3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8957B3">
              <w:rPr>
                <w:rFonts w:ascii="Corbel" w:hAnsi="Corbel"/>
                <w:b w:val="0"/>
                <w:sz w:val="24"/>
                <w:szCs w:val="24"/>
              </w:rPr>
              <w:t>_07</w:t>
            </w:r>
          </w:p>
        </w:tc>
      </w:tr>
      <w:tr w:rsidR="00220336" w:rsidRPr="008957B3" w14:paraId="25D4AE46" w14:textId="77777777" w:rsidTr="004618C5">
        <w:tc>
          <w:tcPr>
            <w:tcW w:w="2694" w:type="dxa"/>
            <w:vAlign w:val="center"/>
          </w:tcPr>
          <w:p w14:paraId="7DC466DC" w14:textId="77777777" w:rsidR="00220336" w:rsidRPr="008957B3" w:rsidRDefault="00220336" w:rsidP="004618C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AB0466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20336" w:rsidRPr="008957B3" w14:paraId="373E3F61" w14:textId="77777777" w:rsidTr="004618C5">
        <w:tc>
          <w:tcPr>
            <w:tcW w:w="2694" w:type="dxa"/>
            <w:vAlign w:val="center"/>
          </w:tcPr>
          <w:p w14:paraId="6B2E7896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D5056E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20336" w:rsidRPr="008957B3" w14:paraId="37B85201" w14:textId="77777777" w:rsidTr="004618C5">
        <w:tc>
          <w:tcPr>
            <w:tcW w:w="2694" w:type="dxa"/>
            <w:vAlign w:val="center"/>
          </w:tcPr>
          <w:p w14:paraId="6A122DCC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73E8D7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220336" w:rsidRPr="008957B3" w14:paraId="0FE8D7D6" w14:textId="77777777" w:rsidTr="004618C5">
        <w:tc>
          <w:tcPr>
            <w:tcW w:w="2694" w:type="dxa"/>
            <w:vAlign w:val="center"/>
          </w:tcPr>
          <w:p w14:paraId="352EB84C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0FD78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220336" w:rsidRPr="008957B3" w14:paraId="020AE083" w14:textId="77777777" w:rsidTr="004618C5">
        <w:tc>
          <w:tcPr>
            <w:tcW w:w="2694" w:type="dxa"/>
            <w:vAlign w:val="center"/>
          </w:tcPr>
          <w:p w14:paraId="72ACEE27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393DF5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20336" w:rsidRPr="008957B3" w14:paraId="22B3C66B" w14:textId="77777777" w:rsidTr="004618C5">
        <w:tc>
          <w:tcPr>
            <w:tcW w:w="2694" w:type="dxa"/>
            <w:vAlign w:val="center"/>
          </w:tcPr>
          <w:p w14:paraId="7653A27B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8D3EED" w14:textId="13C6F5D7" w:rsidR="00220336" w:rsidRPr="008957B3" w:rsidRDefault="00096A3D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20336" w:rsidRPr="008957B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220336" w:rsidRPr="008957B3" w14:paraId="1AD9FB96" w14:textId="77777777" w:rsidTr="004618C5">
        <w:tc>
          <w:tcPr>
            <w:tcW w:w="2694" w:type="dxa"/>
            <w:vAlign w:val="center"/>
          </w:tcPr>
          <w:p w14:paraId="65CFB2D0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C0BC6E4" w14:textId="77777777" w:rsidR="00220336" w:rsidRPr="008957B3" w:rsidRDefault="0050248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220336" w:rsidRPr="008957B3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220336" w:rsidRPr="008957B3" w14:paraId="0DFBACDB" w14:textId="77777777" w:rsidTr="004618C5">
        <w:tc>
          <w:tcPr>
            <w:tcW w:w="2694" w:type="dxa"/>
            <w:vAlign w:val="center"/>
          </w:tcPr>
          <w:p w14:paraId="37956C8E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724CDD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220336" w:rsidRPr="008957B3" w14:paraId="6CD5ED07" w14:textId="77777777" w:rsidTr="004618C5">
        <w:tc>
          <w:tcPr>
            <w:tcW w:w="2694" w:type="dxa"/>
            <w:vAlign w:val="center"/>
          </w:tcPr>
          <w:p w14:paraId="0B22F6B3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ED9CA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20336" w:rsidRPr="008957B3" w14:paraId="578A34FD" w14:textId="77777777" w:rsidTr="004618C5">
        <w:tc>
          <w:tcPr>
            <w:tcW w:w="2694" w:type="dxa"/>
            <w:vAlign w:val="center"/>
          </w:tcPr>
          <w:p w14:paraId="65F30CCB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3EAD46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220336" w:rsidRPr="008957B3" w14:paraId="563CD1B9" w14:textId="77777777" w:rsidTr="004618C5">
        <w:tc>
          <w:tcPr>
            <w:tcW w:w="2694" w:type="dxa"/>
            <w:vAlign w:val="center"/>
          </w:tcPr>
          <w:p w14:paraId="6C1FB097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C6732A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76467A46" w14:textId="77777777" w:rsidR="00220336" w:rsidRPr="008957B3" w:rsidRDefault="00220336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08CDC7FE" w14:textId="77777777" w:rsidR="0085747A" w:rsidRPr="008957B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* </w:t>
      </w:r>
      <w:r w:rsidRPr="008957B3">
        <w:rPr>
          <w:rFonts w:ascii="Corbel" w:hAnsi="Corbel"/>
          <w:i/>
          <w:sz w:val="24"/>
          <w:szCs w:val="24"/>
        </w:rPr>
        <w:t>-</w:t>
      </w:r>
      <w:r w:rsidR="00B90885" w:rsidRPr="008957B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957B3">
        <w:rPr>
          <w:rFonts w:ascii="Corbel" w:hAnsi="Corbel"/>
          <w:b w:val="0"/>
          <w:sz w:val="24"/>
          <w:szCs w:val="24"/>
        </w:rPr>
        <w:t>e,</w:t>
      </w:r>
      <w:r w:rsidRPr="008957B3">
        <w:rPr>
          <w:rFonts w:ascii="Corbel" w:hAnsi="Corbel"/>
          <w:i/>
          <w:sz w:val="24"/>
          <w:szCs w:val="24"/>
        </w:rPr>
        <w:t xml:space="preserve"> </w:t>
      </w:r>
      <w:r w:rsidRPr="008957B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957B3">
        <w:rPr>
          <w:rFonts w:ascii="Corbel" w:hAnsi="Corbel"/>
          <w:b w:val="0"/>
          <w:i/>
          <w:sz w:val="24"/>
          <w:szCs w:val="24"/>
        </w:rPr>
        <w:t>w Jednostce</w:t>
      </w:r>
    </w:p>
    <w:p w14:paraId="597E18CA" w14:textId="77777777" w:rsidR="00923D7D" w:rsidRPr="008957B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89DC17" w14:textId="77777777" w:rsidR="0085747A" w:rsidRPr="008957B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>1.</w:t>
      </w:r>
      <w:r w:rsidR="00E22FBC" w:rsidRPr="008957B3">
        <w:rPr>
          <w:rFonts w:ascii="Corbel" w:hAnsi="Corbel"/>
          <w:sz w:val="24"/>
          <w:szCs w:val="24"/>
        </w:rPr>
        <w:t>1</w:t>
      </w:r>
      <w:r w:rsidRPr="008957B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CD4EFA" w14:textId="77777777" w:rsidR="00923D7D" w:rsidRPr="008957B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957B3" w14:paraId="2DDBD0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8085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Semestr</w:t>
            </w:r>
          </w:p>
          <w:p w14:paraId="185E54E5" w14:textId="77777777" w:rsidR="00015B8F" w:rsidRPr="008957B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(</w:t>
            </w:r>
            <w:r w:rsidR="00363F78" w:rsidRPr="008957B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A24A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Wykł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ED90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90BD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Konw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A45D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4771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Sem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7BB13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C003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Prakt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1386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CCC1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57B3">
              <w:rPr>
                <w:rFonts w:ascii="Corbel" w:hAnsi="Corbel"/>
                <w:b/>
                <w:szCs w:val="24"/>
              </w:rPr>
              <w:t>Liczba pkt</w:t>
            </w:r>
            <w:r w:rsidR="00B90885" w:rsidRPr="008957B3">
              <w:rPr>
                <w:rFonts w:ascii="Corbel" w:hAnsi="Corbel"/>
                <w:b/>
                <w:szCs w:val="24"/>
              </w:rPr>
              <w:t>.</w:t>
            </w:r>
            <w:r w:rsidRPr="008957B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57B3" w14:paraId="22B7974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FE17" w14:textId="77777777" w:rsidR="00015B8F" w:rsidRPr="008957B3" w:rsidRDefault="005E08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A77A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B51C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B914" w14:textId="590971D6" w:rsidR="00015B8F" w:rsidRPr="008957B3" w:rsidRDefault="0009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E0851" w:rsidRPr="008957B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2BAB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F080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2CE0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6711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BAEA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5E46" w14:textId="77777777" w:rsidR="00015B8F" w:rsidRPr="008957B3" w:rsidRDefault="005024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8957B3" w14:paraId="21E6340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0502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20DA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203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A439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CCEF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EFCD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526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2053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EC3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C310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66A3B9" w14:textId="77777777" w:rsidR="00923D7D" w:rsidRPr="008957B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A3A601" w14:textId="77777777" w:rsidR="00923D7D" w:rsidRPr="008957B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245E3D" w14:textId="77777777" w:rsidR="0085747A" w:rsidRPr="008957B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1.</w:t>
      </w:r>
      <w:r w:rsidR="00E22FBC" w:rsidRPr="008957B3">
        <w:rPr>
          <w:rFonts w:ascii="Corbel" w:hAnsi="Corbel"/>
          <w:smallCaps w:val="0"/>
          <w:szCs w:val="24"/>
        </w:rPr>
        <w:t>2</w:t>
      </w:r>
      <w:r w:rsidR="00F83B28" w:rsidRPr="008957B3">
        <w:rPr>
          <w:rFonts w:ascii="Corbel" w:hAnsi="Corbel"/>
          <w:smallCaps w:val="0"/>
          <w:szCs w:val="24"/>
        </w:rPr>
        <w:t>.</w:t>
      </w:r>
      <w:r w:rsidR="00F83B28" w:rsidRPr="008957B3">
        <w:rPr>
          <w:rFonts w:ascii="Corbel" w:hAnsi="Corbel"/>
          <w:smallCaps w:val="0"/>
          <w:szCs w:val="24"/>
        </w:rPr>
        <w:tab/>
      </w:r>
      <w:r w:rsidRPr="008957B3">
        <w:rPr>
          <w:rFonts w:ascii="Corbel" w:hAnsi="Corbel"/>
          <w:smallCaps w:val="0"/>
          <w:szCs w:val="24"/>
        </w:rPr>
        <w:t xml:space="preserve">Sposób realizacji zajęć  </w:t>
      </w:r>
    </w:p>
    <w:p w14:paraId="5A4016E3" w14:textId="77777777" w:rsidR="0085747A" w:rsidRPr="008957B3" w:rsidRDefault="00445AA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eastAsia="MS Gothic" w:hAnsi="Corbel" w:cs="MS Gothic"/>
          <w:b w:val="0"/>
          <w:szCs w:val="24"/>
        </w:rPr>
        <w:t>x</w:t>
      </w:r>
      <w:r w:rsidR="0085747A" w:rsidRPr="008957B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BADC4D" w14:textId="77777777" w:rsidR="0085747A" w:rsidRPr="008957B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957B3">
        <w:rPr>
          <w:rFonts w:ascii="Segoe UI Symbol" w:eastAsia="MS Gothic" w:hAnsi="Segoe UI Symbol" w:cs="Segoe UI Symbol"/>
          <w:b w:val="0"/>
          <w:szCs w:val="24"/>
        </w:rPr>
        <w:t>☐</w:t>
      </w:r>
      <w:r w:rsidRPr="008957B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A26E03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631C1E" w14:textId="77777777" w:rsidR="00E22FBC" w:rsidRPr="008957B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1.3 </w:t>
      </w:r>
      <w:r w:rsidR="00F83B28" w:rsidRPr="008957B3">
        <w:rPr>
          <w:rFonts w:ascii="Corbel" w:hAnsi="Corbel"/>
          <w:smallCaps w:val="0"/>
          <w:szCs w:val="24"/>
        </w:rPr>
        <w:tab/>
      </w:r>
      <w:r w:rsidRPr="008957B3">
        <w:rPr>
          <w:rFonts w:ascii="Corbel" w:hAnsi="Corbel"/>
          <w:smallCaps w:val="0"/>
          <w:szCs w:val="24"/>
        </w:rPr>
        <w:t>For</w:t>
      </w:r>
      <w:r w:rsidR="00445970" w:rsidRPr="008957B3">
        <w:rPr>
          <w:rFonts w:ascii="Corbel" w:hAnsi="Corbel"/>
          <w:smallCaps w:val="0"/>
          <w:szCs w:val="24"/>
        </w:rPr>
        <w:t xml:space="preserve">ma zaliczenia przedmiotu </w:t>
      </w:r>
      <w:r w:rsidRPr="008957B3">
        <w:rPr>
          <w:rFonts w:ascii="Corbel" w:hAnsi="Corbel"/>
          <w:smallCaps w:val="0"/>
          <w:szCs w:val="24"/>
        </w:rPr>
        <w:t xml:space="preserve"> (z toku) </w:t>
      </w:r>
      <w:r w:rsidRPr="008957B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A7920" w14:textId="77777777" w:rsidR="009C54AE" w:rsidRPr="008957B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458C60" w14:textId="77777777" w:rsidR="00E960BB" w:rsidRPr="008957B3" w:rsidRDefault="00AA0F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957B3">
        <w:rPr>
          <w:rFonts w:ascii="Corbel" w:hAnsi="Corbel"/>
          <w:b w:val="0"/>
          <w:szCs w:val="24"/>
        </w:rPr>
        <w:t>Zaliczenie z oceną</w:t>
      </w:r>
    </w:p>
    <w:p w14:paraId="2A273138" w14:textId="77777777" w:rsidR="00E960BB" w:rsidRPr="008957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7B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957B3" w14:paraId="3A1BF543" w14:textId="77777777" w:rsidTr="00745302">
        <w:tc>
          <w:tcPr>
            <w:tcW w:w="9670" w:type="dxa"/>
          </w:tcPr>
          <w:p w14:paraId="3C97EC03" w14:textId="77777777" w:rsidR="0085747A" w:rsidRPr="008957B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B46118C" w14:textId="77777777" w:rsidR="0085747A" w:rsidRPr="008957B3" w:rsidRDefault="00220336" w:rsidP="0050248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8957B3">
              <w:rPr>
                <w:rFonts w:ascii="Corbel" w:hAnsi="Corbel"/>
                <w:b w:val="0"/>
                <w:smallCaps w:val="0"/>
                <w:szCs w:val="20"/>
              </w:rPr>
              <w:t xml:space="preserve">Student powinien posiadać wiedzę z zakresu prawa, pracy socjalnej. Powinien również </w:t>
            </w:r>
            <w:r w:rsidRPr="008957B3">
              <w:rPr>
                <w:rFonts w:ascii="Corbel" w:hAnsi="Corbel"/>
                <w:b w:val="0"/>
                <w:smallCaps w:val="0"/>
                <w:szCs w:val="20"/>
              </w:rPr>
              <w:lastRenderedPageBreak/>
              <w:t>wykazywać się znajomością przepisów ustawy z dnia 12 marca 2004r. o pomocy społecznej oraz ustawy z dnia 14 czerwca 1960r. kodeks postępowania administracyjnego .</w:t>
            </w:r>
          </w:p>
        </w:tc>
      </w:tr>
    </w:tbl>
    <w:p w14:paraId="5D9CD72A" w14:textId="77777777" w:rsidR="00153C41" w:rsidRPr="008957B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75F91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7B3">
        <w:rPr>
          <w:rFonts w:ascii="Corbel" w:hAnsi="Corbel"/>
          <w:szCs w:val="24"/>
        </w:rPr>
        <w:t>3.</w:t>
      </w:r>
      <w:r w:rsidR="0085747A" w:rsidRPr="008957B3">
        <w:rPr>
          <w:rFonts w:ascii="Corbel" w:hAnsi="Corbel"/>
          <w:szCs w:val="24"/>
        </w:rPr>
        <w:t xml:space="preserve"> </w:t>
      </w:r>
      <w:r w:rsidR="00A84C85" w:rsidRPr="008957B3">
        <w:rPr>
          <w:rFonts w:ascii="Corbel" w:hAnsi="Corbel"/>
          <w:szCs w:val="24"/>
        </w:rPr>
        <w:t>cele, efekty uczenia się</w:t>
      </w:r>
      <w:r w:rsidR="0085747A" w:rsidRPr="008957B3">
        <w:rPr>
          <w:rFonts w:ascii="Corbel" w:hAnsi="Corbel"/>
          <w:szCs w:val="24"/>
        </w:rPr>
        <w:t xml:space="preserve"> , treści Programowe i stosowane metody Dydaktyczne</w:t>
      </w:r>
    </w:p>
    <w:p w14:paraId="011A1A71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750F94" w14:textId="77777777" w:rsidR="0085747A" w:rsidRPr="008957B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3.1 </w:t>
      </w:r>
      <w:r w:rsidR="00C05F44" w:rsidRPr="008957B3">
        <w:rPr>
          <w:rFonts w:ascii="Corbel" w:hAnsi="Corbel"/>
          <w:sz w:val="24"/>
          <w:szCs w:val="24"/>
        </w:rPr>
        <w:t>Cele przedmiotu</w:t>
      </w:r>
    </w:p>
    <w:p w14:paraId="62E39940" w14:textId="77777777" w:rsidR="00F83B28" w:rsidRPr="008957B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75A9F" w:rsidRPr="008957B3" w14:paraId="1AD3C930" w14:textId="77777777" w:rsidTr="001F4DC3">
        <w:tc>
          <w:tcPr>
            <w:tcW w:w="851" w:type="dxa"/>
            <w:vAlign w:val="center"/>
          </w:tcPr>
          <w:p w14:paraId="507B148D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D03912" w14:textId="77777777" w:rsidR="00775A9F" w:rsidRPr="008957B3" w:rsidRDefault="00775A9F" w:rsidP="001F4DC3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  <w:p w14:paraId="7B2A24D4" w14:textId="77777777" w:rsidR="00775A9F" w:rsidRPr="008957B3" w:rsidRDefault="00775A9F" w:rsidP="001F4DC3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8957B3">
              <w:rPr>
                <w:rFonts w:ascii="Corbel" w:eastAsia="Times New Roman" w:hAnsi="Corbel"/>
                <w:sz w:val="20"/>
                <w:szCs w:val="20"/>
                <w:lang w:eastAsia="pl-PL"/>
              </w:rPr>
              <w:t>Zapoznanie studenta  z pojęciami  z zakresu pomocy społecznej i zabezpieczenia społecznego</w:t>
            </w:r>
          </w:p>
        </w:tc>
      </w:tr>
      <w:tr w:rsidR="00775A9F" w:rsidRPr="008957B3" w14:paraId="3F8674A8" w14:textId="77777777" w:rsidTr="001F4DC3">
        <w:tc>
          <w:tcPr>
            <w:tcW w:w="851" w:type="dxa"/>
            <w:vAlign w:val="center"/>
          </w:tcPr>
          <w:p w14:paraId="49D9E6C4" w14:textId="77777777" w:rsidR="00775A9F" w:rsidRPr="008957B3" w:rsidRDefault="00775A9F" w:rsidP="001F4DC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76CD1C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3A79832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>Zapoznanie studenta z procedurą przyznawania świadczeń z zakresu pomocy społecznej, zabezpieczenia społe</w:t>
            </w:r>
            <w:r w:rsidR="009C54EE" w:rsidRPr="008957B3">
              <w:rPr>
                <w:rFonts w:ascii="Corbel" w:hAnsi="Corbel"/>
                <w:b w:val="0"/>
                <w:sz w:val="20"/>
              </w:rPr>
              <w:t xml:space="preserve">cznego oraz świadczeń rodzicielskich </w:t>
            </w:r>
          </w:p>
        </w:tc>
      </w:tr>
      <w:tr w:rsidR="00775A9F" w:rsidRPr="008957B3" w14:paraId="466D34D5" w14:textId="77777777" w:rsidTr="001F4DC3">
        <w:tc>
          <w:tcPr>
            <w:tcW w:w="851" w:type="dxa"/>
            <w:vAlign w:val="center"/>
          </w:tcPr>
          <w:p w14:paraId="2436173E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266091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D53799C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>Zapoznanie studenta z materiałem z zakresu świadczeń z funduszu alimentacyjnego</w:t>
            </w:r>
          </w:p>
        </w:tc>
      </w:tr>
      <w:tr w:rsidR="00775A9F" w:rsidRPr="008957B3" w14:paraId="5E1188D8" w14:textId="77777777" w:rsidTr="001F4DC3">
        <w:tc>
          <w:tcPr>
            <w:tcW w:w="851" w:type="dxa"/>
            <w:vAlign w:val="center"/>
          </w:tcPr>
          <w:p w14:paraId="66909D14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4E6EFF7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A90BF8E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 xml:space="preserve">Zapoznanie studenta z systemem zabezpieczenia społecznego w wybranych krajach europejskich </w:t>
            </w:r>
          </w:p>
        </w:tc>
      </w:tr>
    </w:tbl>
    <w:p w14:paraId="61BBB3A3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E76700" w14:textId="77777777" w:rsidR="001D7B54" w:rsidRPr="008957B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 xml:space="preserve">3.2 </w:t>
      </w:r>
      <w:r w:rsidR="001D7B54" w:rsidRPr="008957B3">
        <w:rPr>
          <w:rFonts w:ascii="Corbel" w:hAnsi="Corbel"/>
          <w:b/>
          <w:sz w:val="24"/>
          <w:szCs w:val="24"/>
        </w:rPr>
        <w:t xml:space="preserve">Efekty </w:t>
      </w:r>
      <w:r w:rsidR="00C05F44" w:rsidRPr="008957B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57B3">
        <w:rPr>
          <w:rFonts w:ascii="Corbel" w:hAnsi="Corbel"/>
          <w:b/>
          <w:sz w:val="24"/>
          <w:szCs w:val="24"/>
        </w:rPr>
        <w:t>dla przedmiotu</w:t>
      </w:r>
      <w:r w:rsidR="00445970" w:rsidRPr="008957B3">
        <w:rPr>
          <w:rFonts w:ascii="Corbel" w:hAnsi="Corbel"/>
          <w:sz w:val="24"/>
          <w:szCs w:val="24"/>
        </w:rPr>
        <w:t xml:space="preserve"> </w:t>
      </w:r>
    </w:p>
    <w:p w14:paraId="606775B1" w14:textId="77777777" w:rsidR="001D7B54" w:rsidRPr="008957B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A21A6" w:rsidRPr="008957B3" w14:paraId="74AC97C0" w14:textId="77777777" w:rsidTr="00FB3EEC">
        <w:tc>
          <w:tcPr>
            <w:tcW w:w="1701" w:type="dxa"/>
            <w:vAlign w:val="center"/>
          </w:tcPr>
          <w:p w14:paraId="7C1AE987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smallCaps w:val="0"/>
                <w:szCs w:val="24"/>
              </w:rPr>
              <w:t>EK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F7DE544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BD13A0C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57B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21A6" w:rsidRPr="008957B3" w14:paraId="6C8715EE" w14:textId="77777777" w:rsidTr="00FB3EEC">
        <w:tc>
          <w:tcPr>
            <w:tcW w:w="1701" w:type="dxa"/>
          </w:tcPr>
          <w:p w14:paraId="1C46A633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D62B955" w14:textId="77777777" w:rsidR="007A21A6" w:rsidRPr="008957B3" w:rsidRDefault="007A21A6" w:rsidP="00FB3EEC">
            <w:pPr>
              <w:rPr>
                <w:rFonts w:ascii="Corbel" w:hAnsi="Corbel"/>
                <w:color w:val="000000"/>
              </w:rPr>
            </w:pPr>
            <w:r w:rsidRPr="008957B3">
              <w:rPr>
                <w:rStyle w:val="wrtext"/>
                <w:rFonts w:ascii="Corbel" w:hAnsi="Corbel"/>
              </w:rPr>
              <w:t xml:space="preserve">Student </w:t>
            </w:r>
            <w:r w:rsidR="008C4837">
              <w:rPr>
                <w:rStyle w:val="wrtext"/>
                <w:rFonts w:ascii="Corbel" w:hAnsi="Corbel"/>
              </w:rPr>
              <w:t>zna normy prawne, zawodowe, etyczne i instytucje społeczne  działające w ramach pomocy społecznej na rzecz integracji społecznej, oraz mechanizmy kontroli instytucji społecznych</w:t>
            </w:r>
          </w:p>
          <w:p w14:paraId="2F6CE4AC" w14:textId="77777777" w:rsidR="007A21A6" w:rsidRPr="008957B3" w:rsidRDefault="007A21A6" w:rsidP="00FB3EEC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  <w:tc>
          <w:tcPr>
            <w:tcW w:w="1873" w:type="dxa"/>
          </w:tcPr>
          <w:p w14:paraId="7F8D5872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7A21A6" w:rsidRPr="008957B3" w14:paraId="386D6AF2" w14:textId="77777777" w:rsidTr="00FB3EEC">
        <w:tc>
          <w:tcPr>
            <w:tcW w:w="1701" w:type="dxa"/>
          </w:tcPr>
          <w:p w14:paraId="156149DE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5B8D9C" w14:textId="77777777" w:rsidR="007A21A6" w:rsidRPr="008957B3" w:rsidRDefault="008C4837" w:rsidP="00FB3EEC">
            <w:pPr>
              <w:rPr>
                <w:rFonts w:ascii="Corbel" w:hAnsi="Corbel"/>
                <w:b/>
                <w:smallCaps/>
                <w:szCs w:val="24"/>
              </w:rPr>
            </w:pPr>
            <w:r w:rsidRPr="004D66A1">
              <w:rPr>
                <w:rFonts w:ascii="Corbel" w:hAnsi="Corbel"/>
              </w:rPr>
              <w:t xml:space="preserve">Student  </w:t>
            </w:r>
            <w:r>
              <w:rPr>
                <w:rFonts w:ascii="Corbel" w:hAnsi="Corbel"/>
              </w:rPr>
              <w:t xml:space="preserve">potrafi posługiwać się normami prawnymi w celu </w:t>
            </w:r>
            <w:r w:rsidRPr="004D66A1">
              <w:rPr>
                <w:rFonts w:ascii="Corbel" w:hAnsi="Corbel"/>
              </w:rPr>
              <w:t xml:space="preserve"> rozwiązania </w:t>
            </w:r>
            <w:r>
              <w:rPr>
                <w:rFonts w:ascii="Corbel" w:hAnsi="Corbel"/>
              </w:rPr>
              <w:t>zagadnień prawnych z zakresu pomocy społecznej</w:t>
            </w:r>
          </w:p>
        </w:tc>
        <w:tc>
          <w:tcPr>
            <w:tcW w:w="1873" w:type="dxa"/>
          </w:tcPr>
          <w:p w14:paraId="635469D8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7A21A6" w:rsidRPr="008957B3" w14:paraId="5E8CABDA" w14:textId="77777777" w:rsidTr="00FB3EEC">
        <w:tc>
          <w:tcPr>
            <w:tcW w:w="1701" w:type="dxa"/>
          </w:tcPr>
          <w:p w14:paraId="58AC99D5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966B00" w14:textId="77777777" w:rsidR="00235F9B" w:rsidRPr="004D66A1" w:rsidRDefault="00235F9B" w:rsidP="00235F9B">
            <w:pPr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</w:rPr>
              <w:t>Student potrafi samodzielnie wykorzystywać  przepisy prawne  oraz powierzone mu  środki w celu wykonywania zadań pracownika socjalnego</w:t>
            </w:r>
          </w:p>
          <w:p w14:paraId="5593CB0C" w14:textId="77777777" w:rsidR="007A21A6" w:rsidRPr="008957B3" w:rsidRDefault="007A21A6" w:rsidP="00FB3EEC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  <w:tc>
          <w:tcPr>
            <w:tcW w:w="1873" w:type="dxa"/>
          </w:tcPr>
          <w:p w14:paraId="21E16281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7A21A6" w:rsidRPr="008957B3" w14:paraId="4EA0B0A9" w14:textId="77777777" w:rsidTr="00FB3EEC">
        <w:tc>
          <w:tcPr>
            <w:tcW w:w="1701" w:type="dxa"/>
          </w:tcPr>
          <w:p w14:paraId="55A9C4DA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CF1C64B" w14:textId="77777777" w:rsidR="007A21A6" w:rsidRPr="008957B3" w:rsidRDefault="00235F9B" w:rsidP="00FB3EEC">
            <w:pPr>
              <w:rPr>
                <w:rFonts w:ascii="Corbel" w:hAnsi="Corbel"/>
                <w:color w:val="000000"/>
                <w:sz w:val="20"/>
                <w:szCs w:val="20"/>
              </w:rPr>
            </w:pPr>
            <w:r w:rsidRPr="004D66A1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posiada zdolność tworzenia i rozwijania kontaktów z instytucjami społecznymi oraz współpracy w celu rozwiązywania problemów z zakresu pomocy społecznej</w:t>
            </w:r>
          </w:p>
        </w:tc>
        <w:tc>
          <w:tcPr>
            <w:tcW w:w="1873" w:type="dxa"/>
          </w:tcPr>
          <w:p w14:paraId="1251290E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05A6348A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A503F" w14:textId="77777777" w:rsidR="0085747A" w:rsidRPr="008957B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>3.3</w:t>
      </w:r>
      <w:r w:rsidR="001D7B54" w:rsidRPr="008957B3">
        <w:rPr>
          <w:rFonts w:ascii="Corbel" w:hAnsi="Corbel"/>
          <w:b/>
          <w:sz w:val="24"/>
          <w:szCs w:val="24"/>
        </w:rPr>
        <w:t xml:space="preserve"> </w:t>
      </w:r>
      <w:r w:rsidR="0085747A" w:rsidRPr="008957B3">
        <w:rPr>
          <w:rFonts w:ascii="Corbel" w:hAnsi="Corbel"/>
          <w:b/>
          <w:sz w:val="24"/>
          <w:szCs w:val="24"/>
        </w:rPr>
        <w:t>T</w:t>
      </w:r>
      <w:r w:rsidR="001D7B54" w:rsidRPr="008957B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957B3">
        <w:rPr>
          <w:rFonts w:ascii="Corbel" w:hAnsi="Corbel"/>
          <w:sz w:val="24"/>
          <w:szCs w:val="24"/>
        </w:rPr>
        <w:t xml:space="preserve">  </w:t>
      </w:r>
    </w:p>
    <w:p w14:paraId="5C2570FA" w14:textId="77777777" w:rsidR="0085747A" w:rsidRPr="008957B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Problematyka wykładu </w:t>
      </w:r>
    </w:p>
    <w:p w14:paraId="236C1CD6" w14:textId="77777777" w:rsidR="00675843" w:rsidRPr="008957B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957B3" w14:paraId="24A05D75" w14:textId="77777777" w:rsidTr="00923D7D">
        <w:tc>
          <w:tcPr>
            <w:tcW w:w="9639" w:type="dxa"/>
          </w:tcPr>
          <w:p w14:paraId="059AF472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8957B3" w14:paraId="7DA12A69" w14:textId="77777777" w:rsidTr="00923D7D">
        <w:tc>
          <w:tcPr>
            <w:tcW w:w="9639" w:type="dxa"/>
          </w:tcPr>
          <w:p w14:paraId="372E1324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957B3" w14:paraId="2C2FA2FA" w14:textId="77777777" w:rsidTr="00923D7D">
        <w:tc>
          <w:tcPr>
            <w:tcW w:w="9639" w:type="dxa"/>
          </w:tcPr>
          <w:p w14:paraId="2AE4F249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957B3" w14:paraId="2C451E7A" w14:textId="77777777" w:rsidTr="00923D7D">
        <w:tc>
          <w:tcPr>
            <w:tcW w:w="9639" w:type="dxa"/>
          </w:tcPr>
          <w:p w14:paraId="3A8C1D19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AEF25A" w14:textId="77777777" w:rsidR="0085747A" w:rsidRPr="008957B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946433" w14:textId="77777777" w:rsidR="0085747A" w:rsidRPr="008957B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957B3">
        <w:rPr>
          <w:rFonts w:ascii="Corbel" w:hAnsi="Corbel"/>
          <w:sz w:val="24"/>
          <w:szCs w:val="24"/>
        </w:rPr>
        <w:t xml:space="preserve">, </w:t>
      </w:r>
      <w:r w:rsidRPr="008957B3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42E14" w:rsidRPr="008957B3" w14:paraId="38072144" w14:textId="77777777" w:rsidTr="00662AF9">
        <w:tc>
          <w:tcPr>
            <w:tcW w:w="9639" w:type="dxa"/>
          </w:tcPr>
          <w:p w14:paraId="23D4DBF6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świadczeń z pomocy społecznej,</w:t>
            </w:r>
          </w:p>
        </w:tc>
      </w:tr>
      <w:tr w:rsidR="00742E14" w:rsidRPr="008957B3" w14:paraId="3F50E164" w14:textId="77777777" w:rsidTr="00662AF9">
        <w:tc>
          <w:tcPr>
            <w:tcW w:w="9639" w:type="dxa"/>
          </w:tcPr>
          <w:p w14:paraId="049410B0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ab/>
              <w:t>Świadczenia alimentacyjne z Funduszu Alimentacyjnego. Postępowanie egzekucyjne wobec dłużnika alimentacyjnego</w:t>
            </w:r>
          </w:p>
        </w:tc>
      </w:tr>
      <w:tr w:rsidR="00742E14" w:rsidRPr="008957B3" w14:paraId="60E5320D" w14:textId="77777777" w:rsidTr="00662AF9">
        <w:tc>
          <w:tcPr>
            <w:tcW w:w="9639" w:type="dxa"/>
          </w:tcPr>
          <w:p w14:paraId="1CE38EAD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Procedura postępowania w sprawie o ustalenie prawa do świadczeń rodzinnych</w:t>
            </w:r>
          </w:p>
        </w:tc>
      </w:tr>
      <w:tr w:rsidR="00742E14" w:rsidRPr="008957B3" w14:paraId="3C26E746" w14:textId="77777777" w:rsidTr="00662AF9">
        <w:tc>
          <w:tcPr>
            <w:tcW w:w="9639" w:type="dxa"/>
          </w:tcPr>
          <w:p w14:paraId="53BE0732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 xml:space="preserve">Charakterystyka pieczy zastępczej oraz procedura umieszczania podopiecznych w pieczy zastępczej. </w:t>
            </w:r>
          </w:p>
        </w:tc>
      </w:tr>
      <w:tr w:rsidR="00742E14" w:rsidRPr="008957B3" w14:paraId="3661196D" w14:textId="77777777" w:rsidTr="00662AF9">
        <w:tc>
          <w:tcPr>
            <w:tcW w:w="9639" w:type="dxa"/>
          </w:tcPr>
          <w:p w14:paraId="3B8347AA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Wsparcie kobiet w ciąży i rodzin z programu „Za życiem”</w:t>
            </w:r>
          </w:p>
        </w:tc>
      </w:tr>
      <w:tr w:rsidR="00742E14" w:rsidRPr="008957B3" w14:paraId="53D8FD8C" w14:textId="77777777" w:rsidTr="00662AF9">
        <w:tc>
          <w:tcPr>
            <w:tcW w:w="9639" w:type="dxa"/>
          </w:tcPr>
          <w:p w14:paraId="46194E2D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Program kompleksowego wsparcia dla rodzin „Za życiem”</w:t>
            </w:r>
          </w:p>
        </w:tc>
      </w:tr>
      <w:tr w:rsidR="00742E14" w:rsidRPr="008957B3" w14:paraId="4733CC26" w14:textId="77777777" w:rsidTr="00662AF9">
        <w:tc>
          <w:tcPr>
            <w:tcW w:w="9639" w:type="dxa"/>
          </w:tcPr>
          <w:p w14:paraId="4683BE99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dobry start</w:t>
            </w:r>
          </w:p>
        </w:tc>
      </w:tr>
      <w:tr w:rsidR="00742E14" w:rsidRPr="008957B3" w14:paraId="09108A88" w14:textId="77777777" w:rsidTr="00662AF9">
        <w:tc>
          <w:tcPr>
            <w:tcW w:w="9639" w:type="dxa"/>
          </w:tcPr>
          <w:p w14:paraId="292B9C1B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Postępowanie w sprawie ustalenia prawa do świadczenia dobry start</w:t>
            </w:r>
          </w:p>
        </w:tc>
      </w:tr>
      <w:tr w:rsidR="00742E14" w:rsidRPr="008957B3" w14:paraId="2C172A99" w14:textId="77777777" w:rsidTr="00662AF9">
        <w:tc>
          <w:tcPr>
            <w:tcW w:w="9639" w:type="dxa"/>
          </w:tcPr>
          <w:p w14:paraId="5A9F4B43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Warunki realizacji programu dobry start w pieczy zastępczej</w:t>
            </w:r>
          </w:p>
        </w:tc>
      </w:tr>
      <w:tr w:rsidR="00742E14" w:rsidRPr="008957B3" w14:paraId="5385152A" w14:textId="77777777" w:rsidTr="00662AF9">
        <w:tc>
          <w:tcPr>
            <w:tcW w:w="9639" w:type="dxa"/>
          </w:tcPr>
          <w:p w14:paraId="0FCA0095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wychowawczego na podstawie ustawy z dnia 11 lutego 2016r. o pomocy państwa w wychowywaniu dzieci</w:t>
            </w:r>
          </w:p>
        </w:tc>
      </w:tr>
      <w:tr w:rsidR="00742E14" w:rsidRPr="008957B3" w14:paraId="4B52D2C8" w14:textId="77777777" w:rsidTr="00662AF9">
        <w:tc>
          <w:tcPr>
            <w:tcW w:w="9639" w:type="dxa"/>
          </w:tcPr>
          <w:p w14:paraId="3389DF93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rodzicielskiego</w:t>
            </w:r>
          </w:p>
        </w:tc>
      </w:tr>
      <w:tr w:rsidR="00742E14" w:rsidRPr="008957B3" w14:paraId="4E972707" w14:textId="77777777" w:rsidTr="00662AF9">
        <w:tc>
          <w:tcPr>
            <w:tcW w:w="9639" w:type="dxa"/>
          </w:tcPr>
          <w:p w14:paraId="436D2E54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Procedura przyznawania świadczenia wychowawczego oraz świadczenia rodzicielskiego</w:t>
            </w:r>
          </w:p>
        </w:tc>
      </w:tr>
      <w:tr w:rsidR="009C54EE" w:rsidRPr="008957B3" w14:paraId="67319256" w14:textId="77777777" w:rsidTr="00662AF9">
        <w:tc>
          <w:tcPr>
            <w:tcW w:w="9639" w:type="dxa"/>
          </w:tcPr>
          <w:p w14:paraId="17C12192" w14:textId="77777777" w:rsidR="009C54EE" w:rsidRPr="008957B3" w:rsidRDefault="009C54EE" w:rsidP="001F4D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 xml:space="preserve"> Świadczenia socjalne oraz z zakresu ubezpieczeń społecznych w wybranych krajach europejskich </w:t>
            </w:r>
          </w:p>
        </w:tc>
      </w:tr>
      <w:tr w:rsidR="009C54EE" w:rsidRPr="008957B3" w14:paraId="56B0CE50" w14:textId="77777777" w:rsidTr="00662AF9">
        <w:tc>
          <w:tcPr>
            <w:tcW w:w="9639" w:type="dxa"/>
          </w:tcPr>
          <w:p w14:paraId="73C7E533" w14:textId="77777777" w:rsidR="009C54EE" w:rsidRPr="008957B3" w:rsidRDefault="009C54EE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Kolokwium sprawdzające wiedzę studenta.</w:t>
            </w:r>
          </w:p>
        </w:tc>
      </w:tr>
    </w:tbl>
    <w:p w14:paraId="57E7A568" w14:textId="77777777" w:rsidR="0085747A" w:rsidRPr="008957B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CC17885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97C2D" w14:textId="77777777" w:rsidR="0085747A" w:rsidRPr="008957B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3.4 Metody dydaktyczne</w:t>
      </w:r>
      <w:r w:rsidRPr="008957B3">
        <w:rPr>
          <w:rFonts w:ascii="Corbel" w:hAnsi="Corbel"/>
          <w:b w:val="0"/>
          <w:smallCaps w:val="0"/>
          <w:szCs w:val="24"/>
        </w:rPr>
        <w:t xml:space="preserve"> </w:t>
      </w:r>
    </w:p>
    <w:p w14:paraId="195DBFEA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82742" w14:textId="77777777" w:rsidR="001A14E8" w:rsidRPr="008957B3" w:rsidRDefault="001A14E8" w:rsidP="001A14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Ćwiczenia: analiza tekstów z dyskusją, praca w grupach, prezentacje</w:t>
      </w:r>
    </w:p>
    <w:p w14:paraId="3426F21C" w14:textId="77777777" w:rsidR="00E960BB" w:rsidRPr="008957B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22DB8F" w14:textId="77777777" w:rsidR="00E960BB" w:rsidRPr="008957B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4DF06A" w14:textId="77777777" w:rsidR="0085747A" w:rsidRPr="008957B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4. </w:t>
      </w:r>
      <w:r w:rsidR="0085747A" w:rsidRPr="008957B3">
        <w:rPr>
          <w:rFonts w:ascii="Corbel" w:hAnsi="Corbel"/>
          <w:smallCaps w:val="0"/>
          <w:szCs w:val="24"/>
        </w:rPr>
        <w:t>METODY I KRYTERIA OCENY</w:t>
      </w:r>
      <w:r w:rsidR="009F4610" w:rsidRPr="008957B3">
        <w:rPr>
          <w:rFonts w:ascii="Corbel" w:hAnsi="Corbel"/>
          <w:smallCaps w:val="0"/>
          <w:szCs w:val="24"/>
        </w:rPr>
        <w:t xml:space="preserve"> </w:t>
      </w:r>
    </w:p>
    <w:p w14:paraId="0A0CE8D4" w14:textId="77777777" w:rsidR="00923D7D" w:rsidRPr="008957B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CCA15" w14:textId="77777777" w:rsidR="0085747A" w:rsidRPr="008957B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57B3">
        <w:rPr>
          <w:rFonts w:ascii="Corbel" w:hAnsi="Corbel"/>
          <w:smallCaps w:val="0"/>
          <w:szCs w:val="24"/>
        </w:rPr>
        <w:t>uczenia się</w:t>
      </w:r>
    </w:p>
    <w:p w14:paraId="18F162E5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66"/>
      </w:tblGrid>
      <w:tr w:rsidR="00D320B4" w:rsidRPr="008957B3" w14:paraId="20794FE7" w14:textId="77777777" w:rsidTr="00177A7C">
        <w:tc>
          <w:tcPr>
            <w:tcW w:w="2410" w:type="dxa"/>
            <w:vAlign w:val="center"/>
          </w:tcPr>
          <w:p w14:paraId="7F6BA7CE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0118803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B9BD6CD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8C25AD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E4852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57B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957B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20B4" w:rsidRPr="008957B3" w14:paraId="4738C82D" w14:textId="77777777" w:rsidTr="00177A7C">
        <w:tc>
          <w:tcPr>
            <w:tcW w:w="2410" w:type="dxa"/>
          </w:tcPr>
          <w:p w14:paraId="68FB09C9" w14:textId="77777777" w:rsidR="00D320B4" w:rsidRPr="008957B3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14:paraId="01B35F0E" w14:textId="77777777" w:rsidR="00D320B4" w:rsidRPr="008957B3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14:paraId="5952594D" w14:textId="77777777" w:rsidR="00D320B4" w:rsidRPr="008957B3" w:rsidRDefault="00445AA8" w:rsidP="00177A7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5D4F8567" w14:textId="77777777" w:rsidTr="00177A7C">
        <w:tc>
          <w:tcPr>
            <w:tcW w:w="2410" w:type="dxa"/>
          </w:tcPr>
          <w:p w14:paraId="686431B9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66D47C11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14:paraId="00A88DAB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733C2C74" w14:textId="77777777" w:rsidTr="00177A7C">
        <w:tc>
          <w:tcPr>
            <w:tcW w:w="2410" w:type="dxa"/>
          </w:tcPr>
          <w:p w14:paraId="4EBDA7AB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D63BF6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21C73B57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7EBB5D93" w14:textId="77777777" w:rsidTr="00177A7C">
        <w:tc>
          <w:tcPr>
            <w:tcW w:w="2410" w:type="dxa"/>
          </w:tcPr>
          <w:p w14:paraId="668252A7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30A9BBE4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PROJEKT</w:t>
            </w:r>
          </w:p>
        </w:tc>
        <w:tc>
          <w:tcPr>
            <w:tcW w:w="2126" w:type="dxa"/>
          </w:tcPr>
          <w:p w14:paraId="7A99F0E4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</w:tbl>
    <w:p w14:paraId="7501CF41" w14:textId="77777777" w:rsidR="00923D7D" w:rsidRPr="008957B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957B3" w14:paraId="6D737683" w14:textId="77777777" w:rsidTr="00923D7D">
        <w:tc>
          <w:tcPr>
            <w:tcW w:w="9670" w:type="dxa"/>
          </w:tcPr>
          <w:p w14:paraId="6178DE62" w14:textId="77777777" w:rsidR="001A14E8" w:rsidRPr="008957B3" w:rsidRDefault="001A14E8" w:rsidP="001A14E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14:paraId="74F8337C" w14:textId="77777777" w:rsidR="001A14E8" w:rsidRPr="008957B3" w:rsidRDefault="001A14E8" w:rsidP="001A14E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8957B3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14:paraId="70DC0CBD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 xml:space="preserve">0-4 pkt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44E18FB1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lastRenderedPageBreak/>
              <w:t xml:space="preserve">4,5-5,5 pkt -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1C525BD6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1E99CEC0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0D9D6376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9FD52D2" w14:textId="77777777" w:rsidR="001A14E8" w:rsidRPr="008957B3" w:rsidRDefault="001A14E8" w:rsidP="001A14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8957B3">
              <w:rPr>
                <w:rFonts w:ascii="Corbel" w:hAnsi="Corbel"/>
                <w:szCs w:val="24"/>
              </w:rPr>
              <w:t>bdb</w:t>
            </w:r>
            <w:proofErr w:type="spellEnd"/>
          </w:p>
          <w:p w14:paraId="365F41E5" w14:textId="77777777" w:rsidR="001A14E8" w:rsidRPr="008957B3" w:rsidRDefault="001A14E8" w:rsidP="001A1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14:paraId="7F6FAE7A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8578AD" w14:textId="77777777" w:rsidR="0085747A" w:rsidRPr="008957B3" w:rsidRDefault="0085747A" w:rsidP="001A1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966E90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1C3E3E" w14:textId="77777777" w:rsidR="009F4610" w:rsidRPr="008957B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 xml:space="preserve">5. </w:t>
      </w:r>
      <w:r w:rsidR="00C61DC5" w:rsidRPr="008957B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8C7F47" w14:textId="77777777" w:rsidR="001A14E8" w:rsidRPr="008957B3" w:rsidRDefault="001A14E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A14E8" w:rsidRPr="008957B3" w14:paraId="590B88AE" w14:textId="77777777" w:rsidTr="001F4DC3">
        <w:tc>
          <w:tcPr>
            <w:tcW w:w="4962" w:type="dxa"/>
            <w:vAlign w:val="center"/>
          </w:tcPr>
          <w:p w14:paraId="41FBB952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10146F1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A14E8" w:rsidRPr="008957B3" w14:paraId="29FCB9D7" w14:textId="77777777" w:rsidTr="001F4DC3">
        <w:tc>
          <w:tcPr>
            <w:tcW w:w="4962" w:type="dxa"/>
          </w:tcPr>
          <w:p w14:paraId="2A87623D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26D08EA3" w14:textId="56F3695E" w:rsidR="001A14E8" w:rsidRPr="008957B3" w:rsidRDefault="00096A3D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A14E8" w:rsidRPr="008957B3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1A14E8" w:rsidRPr="008957B3" w14:paraId="722A01B2" w14:textId="77777777" w:rsidTr="001F4DC3">
        <w:tc>
          <w:tcPr>
            <w:tcW w:w="4962" w:type="dxa"/>
          </w:tcPr>
          <w:p w14:paraId="5F72308A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ABD0A41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13F3D94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1A14E8" w:rsidRPr="008957B3" w14:paraId="58416869" w14:textId="77777777" w:rsidTr="001F4DC3">
        <w:tc>
          <w:tcPr>
            <w:tcW w:w="4962" w:type="dxa"/>
          </w:tcPr>
          <w:p w14:paraId="50900CF0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57B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14D418F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D8D3C7" w14:textId="442EFE8C" w:rsidR="001A14E8" w:rsidRPr="008957B3" w:rsidRDefault="00096A3D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A14E8" w:rsidRPr="008957B3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1A14E8" w:rsidRPr="008957B3" w14:paraId="5E1564D9" w14:textId="77777777" w:rsidTr="001F4DC3">
        <w:tc>
          <w:tcPr>
            <w:tcW w:w="4962" w:type="dxa"/>
          </w:tcPr>
          <w:p w14:paraId="604F6C4B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FA6584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1A14E8" w:rsidRPr="008957B3" w14:paraId="316EF295" w14:textId="77777777" w:rsidTr="001F4DC3">
        <w:tc>
          <w:tcPr>
            <w:tcW w:w="4962" w:type="dxa"/>
          </w:tcPr>
          <w:p w14:paraId="75CAC83F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711CE8" w14:textId="77777777" w:rsidR="001A14E8" w:rsidRPr="008957B3" w:rsidRDefault="00445AA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5D132D" w14:textId="77777777" w:rsidR="001A14E8" w:rsidRPr="008957B3" w:rsidRDefault="001A14E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B55F0A" w14:textId="77777777" w:rsidR="0085747A" w:rsidRPr="008957B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57B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57B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0BFD97" w14:textId="77777777" w:rsidR="003E1941" w:rsidRPr="008957B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0C668B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6. </w:t>
      </w:r>
      <w:r w:rsidR="0085747A" w:rsidRPr="008957B3">
        <w:rPr>
          <w:rFonts w:ascii="Corbel" w:hAnsi="Corbel"/>
          <w:smallCaps w:val="0"/>
          <w:szCs w:val="24"/>
        </w:rPr>
        <w:t>PRAKTYKI ZAWO</w:t>
      </w:r>
      <w:r w:rsidR="009D3F3B" w:rsidRPr="008957B3">
        <w:rPr>
          <w:rFonts w:ascii="Corbel" w:hAnsi="Corbel"/>
          <w:smallCaps w:val="0"/>
          <w:szCs w:val="24"/>
        </w:rPr>
        <w:t>DOWE W RAMACH PRZEDMIOTU</w:t>
      </w:r>
    </w:p>
    <w:p w14:paraId="7BC6B06B" w14:textId="77777777" w:rsidR="0085747A" w:rsidRPr="008957B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957B3" w14:paraId="3AB128E9" w14:textId="77777777" w:rsidTr="0071620A">
        <w:trPr>
          <w:trHeight w:val="397"/>
        </w:trPr>
        <w:tc>
          <w:tcPr>
            <w:tcW w:w="3544" w:type="dxa"/>
          </w:tcPr>
          <w:p w14:paraId="106AF57B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5825DB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957B3" w14:paraId="0D399F3D" w14:textId="77777777" w:rsidTr="0071620A">
        <w:trPr>
          <w:trHeight w:val="397"/>
        </w:trPr>
        <w:tc>
          <w:tcPr>
            <w:tcW w:w="3544" w:type="dxa"/>
          </w:tcPr>
          <w:p w14:paraId="397B5148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E9FA71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9EA6FF" w14:textId="77777777" w:rsidR="003E1941" w:rsidRPr="008957B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797B8C" w14:textId="77777777" w:rsidR="0085747A" w:rsidRPr="008957B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7. </w:t>
      </w:r>
      <w:r w:rsidR="0085747A" w:rsidRPr="008957B3">
        <w:rPr>
          <w:rFonts w:ascii="Corbel" w:hAnsi="Corbel"/>
          <w:smallCaps w:val="0"/>
          <w:szCs w:val="24"/>
        </w:rPr>
        <w:t>LITERATURA</w:t>
      </w:r>
      <w:r w:rsidRPr="008957B3">
        <w:rPr>
          <w:rFonts w:ascii="Corbel" w:hAnsi="Corbel"/>
          <w:smallCaps w:val="0"/>
          <w:szCs w:val="24"/>
        </w:rPr>
        <w:t xml:space="preserve"> </w:t>
      </w:r>
    </w:p>
    <w:p w14:paraId="32858DE4" w14:textId="77777777" w:rsidR="00675843" w:rsidRPr="008957B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C12556" w14:textId="77777777" w:rsidR="0085747A" w:rsidRPr="008957B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6D6F" w:rsidRPr="009C54AE" w14:paraId="02569C0E" w14:textId="77777777" w:rsidTr="00366D6F">
        <w:trPr>
          <w:trHeight w:val="397"/>
        </w:trPr>
        <w:tc>
          <w:tcPr>
            <w:tcW w:w="9639" w:type="dxa"/>
          </w:tcPr>
          <w:p w14:paraId="2F29FAF1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8CC6EA" w14:textId="72692C62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Sierpowska I. (2011).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Wolters Kluwer.</w:t>
            </w:r>
          </w:p>
          <w:p w14:paraId="4BB7F744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Nitecki S. (2008).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do pomocy społecznej w polskim systemie prawnym.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WKP.</w:t>
            </w:r>
          </w:p>
          <w:p w14:paraId="6EDBD3BB" w14:textId="1006DD6C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Muszalski W. (2010).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socjalne.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Wydawnictwo Naukowe PWN.</w:t>
            </w:r>
          </w:p>
        </w:tc>
      </w:tr>
      <w:tr w:rsidR="00366D6F" w:rsidRPr="009C54AE" w14:paraId="31E9D007" w14:textId="77777777" w:rsidTr="00366D6F">
        <w:trPr>
          <w:trHeight w:val="397"/>
        </w:trPr>
        <w:tc>
          <w:tcPr>
            <w:tcW w:w="9639" w:type="dxa"/>
          </w:tcPr>
          <w:p w14:paraId="4FAD86F3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1EE528" w14:textId="45181CFE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Kodeks postępowania administracyjnego z dnia 14 czerwca 1960 (Dz.U.2013.267)</w:t>
            </w:r>
          </w:p>
          <w:p w14:paraId="6F4A07F2" w14:textId="77777777" w:rsidR="00366D6F" w:rsidRP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Mrozek P. (2014)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Świadczenia rodzinne. Procedury i zasady przyznawania prawa do świadczeń w praktyce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C.H. Beck.</w:t>
            </w:r>
          </w:p>
          <w:p w14:paraId="061FB5A5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Mrozek P. et. al. (2014) Fundusz alimentacyjny. Warszawa: Wydawnictwo C.H. Beck.</w:t>
            </w:r>
          </w:p>
          <w:p w14:paraId="09882F9F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Nitecki S. (2009).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Pomoc społeczna. Procedury i tryb przyznawania świadczeń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. Wrocław: </w:t>
            </w:r>
            <w:proofErr w:type="spellStart"/>
            <w:r w:rsidRPr="00366D6F">
              <w:rPr>
                <w:rFonts w:ascii="Corbel" w:hAnsi="Corbel"/>
                <w:b w:val="0"/>
                <w:smallCaps w:val="0"/>
                <w:szCs w:val="24"/>
              </w:rPr>
              <w:t>Gaskor</w:t>
            </w:r>
            <w:proofErr w:type="spellEnd"/>
            <w:r w:rsidRPr="00366D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978E79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U ustawa z dnia 12 marca 2004r. o pomocy społecznej, (Dz. U, 2015.163 j.t.)</w:t>
            </w:r>
          </w:p>
          <w:p w14:paraId="79419C22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Ustawa z dnia 27 czerwca 2003r. o rencie socjalnej (2013.982 j.t.),</w:t>
            </w:r>
          </w:p>
          <w:p w14:paraId="07D99CF0" w14:textId="77777777" w:rsid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Ustawa z dnia 7 września 2007r. o pomocy osobom uprawnionym do alimentów (Dz. U. 2012.1228 j.t),</w:t>
            </w:r>
          </w:p>
          <w:p w14:paraId="57F75F0C" w14:textId="77777777" w:rsid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6D6F">
              <w:rPr>
                <w:rFonts w:ascii="Corbel" w:hAnsi="Corbel"/>
                <w:b w:val="0"/>
                <w:smallCaps w:val="0"/>
                <w:szCs w:val="24"/>
              </w:rPr>
              <w:t>Uścińska</w:t>
            </w:r>
            <w:proofErr w:type="spellEnd"/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G. (red.) (2008).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Zabezpieczenie społeczne w Polsce, problemy do rozwiązywania w najbliższej przyszłości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Instytut Polityki i Spraw Socjalnych.</w:t>
            </w:r>
          </w:p>
          <w:p w14:paraId="52B9832A" w14:textId="48062A3F" w:rsidR="00366D6F" w:rsidRP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Uściska G. (2005).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Europejskie standardy zabezpieczenia społecznego a współczesne rozwiązania polskie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Instytut Polityki i Spraw Socjalnych.</w:t>
            </w:r>
          </w:p>
        </w:tc>
      </w:tr>
    </w:tbl>
    <w:p w14:paraId="5BC1A6D4" w14:textId="77777777" w:rsidR="00366D6F" w:rsidRDefault="00366D6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C22C48" w14:textId="7F041C61" w:rsidR="0085747A" w:rsidRPr="008957B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57B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957B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AD71E" w14:textId="77777777" w:rsidR="006339D8" w:rsidRDefault="006339D8" w:rsidP="00C16ABF">
      <w:pPr>
        <w:spacing w:after="0" w:line="240" w:lineRule="auto"/>
      </w:pPr>
      <w:r>
        <w:separator/>
      </w:r>
    </w:p>
  </w:endnote>
  <w:endnote w:type="continuationSeparator" w:id="0">
    <w:p w14:paraId="0497628B" w14:textId="77777777" w:rsidR="006339D8" w:rsidRDefault="006339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B1B19" w14:textId="77777777" w:rsidR="006339D8" w:rsidRDefault="006339D8" w:rsidP="00C16ABF">
      <w:pPr>
        <w:spacing w:after="0" w:line="240" w:lineRule="auto"/>
      </w:pPr>
      <w:r>
        <w:separator/>
      </w:r>
    </w:p>
  </w:footnote>
  <w:footnote w:type="continuationSeparator" w:id="0">
    <w:p w14:paraId="3C2E794D" w14:textId="77777777" w:rsidR="006339D8" w:rsidRDefault="006339D8" w:rsidP="00C16ABF">
      <w:pPr>
        <w:spacing w:after="0" w:line="240" w:lineRule="auto"/>
      </w:pPr>
      <w:r>
        <w:continuationSeparator/>
      </w:r>
    </w:p>
  </w:footnote>
  <w:footnote w:id="1">
    <w:p w14:paraId="0F911436" w14:textId="77777777" w:rsidR="007A21A6" w:rsidRDefault="007A21A6" w:rsidP="007A21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03B"/>
    <w:rsid w:val="000048FD"/>
    <w:rsid w:val="000077B4"/>
    <w:rsid w:val="00015B8F"/>
    <w:rsid w:val="00022ECE"/>
    <w:rsid w:val="00042A51"/>
    <w:rsid w:val="00042D2E"/>
    <w:rsid w:val="00044C82"/>
    <w:rsid w:val="0005694D"/>
    <w:rsid w:val="00070ED6"/>
    <w:rsid w:val="000742DC"/>
    <w:rsid w:val="00084C12"/>
    <w:rsid w:val="0009462C"/>
    <w:rsid w:val="00094B12"/>
    <w:rsid w:val="00096A3D"/>
    <w:rsid w:val="00096C46"/>
    <w:rsid w:val="000A296F"/>
    <w:rsid w:val="000A2A28"/>
    <w:rsid w:val="000A3CDF"/>
    <w:rsid w:val="000B192D"/>
    <w:rsid w:val="000B28EE"/>
    <w:rsid w:val="000B3E37"/>
    <w:rsid w:val="000D04B0"/>
    <w:rsid w:val="000E402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C9"/>
    <w:rsid w:val="00164FA7"/>
    <w:rsid w:val="00166A03"/>
    <w:rsid w:val="001718A7"/>
    <w:rsid w:val="001737CF"/>
    <w:rsid w:val="00176083"/>
    <w:rsid w:val="00177A7C"/>
    <w:rsid w:val="00192F37"/>
    <w:rsid w:val="001A14E8"/>
    <w:rsid w:val="001A70D2"/>
    <w:rsid w:val="001B6E4D"/>
    <w:rsid w:val="001D657B"/>
    <w:rsid w:val="001D7B54"/>
    <w:rsid w:val="001E0209"/>
    <w:rsid w:val="001F2CA2"/>
    <w:rsid w:val="001F4DC3"/>
    <w:rsid w:val="002144C0"/>
    <w:rsid w:val="00220336"/>
    <w:rsid w:val="0022477D"/>
    <w:rsid w:val="002278A9"/>
    <w:rsid w:val="002336F9"/>
    <w:rsid w:val="00235F9B"/>
    <w:rsid w:val="0024028F"/>
    <w:rsid w:val="00244ABC"/>
    <w:rsid w:val="0026446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377"/>
    <w:rsid w:val="002F02A3"/>
    <w:rsid w:val="002F4ABE"/>
    <w:rsid w:val="003018BA"/>
    <w:rsid w:val="0030395F"/>
    <w:rsid w:val="00305C92"/>
    <w:rsid w:val="003151C5"/>
    <w:rsid w:val="003230F1"/>
    <w:rsid w:val="003343CF"/>
    <w:rsid w:val="00346FE9"/>
    <w:rsid w:val="0034759A"/>
    <w:rsid w:val="003503F6"/>
    <w:rsid w:val="003530DD"/>
    <w:rsid w:val="00363F78"/>
    <w:rsid w:val="00366D6F"/>
    <w:rsid w:val="00375F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5AA8"/>
    <w:rsid w:val="004618C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486"/>
    <w:rsid w:val="0050496F"/>
    <w:rsid w:val="00513B6F"/>
    <w:rsid w:val="00517C63"/>
    <w:rsid w:val="005363C4"/>
    <w:rsid w:val="00536BDE"/>
    <w:rsid w:val="00543ACC"/>
    <w:rsid w:val="00563435"/>
    <w:rsid w:val="0056696D"/>
    <w:rsid w:val="0059484D"/>
    <w:rsid w:val="005A0855"/>
    <w:rsid w:val="005A133C"/>
    <w:rsid w:val="005A3196"/>
    <w:rsid w:val="005C080F"/>
    <w:rsid w:val="005C55E5"/>
    <w:rsid w:val="005C696A"/>
    <w:rsid w:val="005E0851"/>
    <w:rsid w:val="005E6E85"/>
    <w:rsid w:val="005F31D2"/>
    <w:rsid w:val="0061029B"/>
    <w:rsid w:val="00617230"/>
    <w:rsid w:val="00621CE1"/>
    <w:rsid w:val="00627FC9"/>
    <w:rsid w:val="006339D8"/>
    <w:rsid w:val="00647FA8"/>
    <w:rsid w:val="00650C5F"/>
    <w:rsid w:val="00654934"/>
    <w:rsid w:val="006620D9"/>
    <w:rsid w:val="00662AF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52F"/>
    <w:rsid w:val="00734608"/>
    <w:rsid w:val="00742E14"/>
    <w:rsid w:val="00745302"/>
    <w:rsid w:val="007461D6"/>
    <w:rsid w:val="00746EC8"/>
    <w:rsid w:val="00763BF1"/>
    <w:rsid w:val="00766FD4"/>
    <w:rsid w:val="00775A9F"/>
    <w:rsid w:val="0078168C"/>
    <w:rsid w:val="00787C2A"/>
    <w:rsid w:val="00790E27"/>
    <w:rsid w:val="007A21A6"/>
    <w:rsid w:val="007A4022"/>
    <w:rsid w:val="007A6E6E"/>
    <w:rsid w:val="007C3299"/>
    <w:rsid w:val="007C3BCC"/>
    <w:rsid w:val="007C4546"/>
    <w:rsid w:val="007D6E56"/>
    <w:rsid w:val="007E5DA7"/>
    <w:rsid w:val="007F4155"/>
    <w:rsid w:val="0081554D"/>
    <w:rsid w:val="0081707E"/>
    <w:rsid w:val="0082119A"/>
    <w:rsid w:val="008449B3"/>
    <w:rsid w:val="008552A2"/>
    <w:rsid w:val="0085747A"/>
    <w:rsid w:val="00884922"/>
    <w:rsid w:val="00885F64"/>
    <w:rsid w:val="008917F9"/>
    <w:rsid w:val="008957B3"/>
    <w:rsid w:val="008A45F7"/>
    <w:rsid w:val="008C0CC0"/>
    <w:rsid w:val="008C19A9"/>
    <w:rsid w:val="008C379D"/>
    <w:rsid w:val="008C4837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C87"/>
    <w:rsid w:val="009508DF"/>
    <w:rsid w:val="00950DAC"/>
    <w:rsid w:val="00954A07"/>
    <w:rsid w:val="00997F14"/>
    <w:rsid w:val="009A78D9"/>
    <w:rsid w:val="009C3E31"/>
    <w:rsid w:val="009C54AE"/>
    <w:rsid w:val="009C54E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F8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89"/>
    <w:rsid w:val="00B66529"/>
    <w:rsid w:val="00B705D4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9B4"/>
    <w:rsid w:val="00C21FA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CEF"/>
    <w:rsid w:val="00D26B2C"/>
    <w:rsid w:val="00D320B4"/>
    <w:rsid w:val="00D352C9"/>
    <w:rsid w:val="00D425B2"/>
    <w:rsid w:val="00D428D6"/>
    <w:rsid w:val="00D552B2"/>
    <w:rsid w:val="00D608D1"/>
    <w:rsid w:val="00D65D1E"/>
    <w:rsid w:val="00D74119"/>
    <w:rsid w:val="00D8075B"/>
    <w:rsid w:val="00D8678B"/>
    <w:rsid w:val="00DA2114"/>
    <w:rsid w:val="00DA6906"/>
    <w:rsid w:val="00DE09C0"/>
    <w:rsid w:val="00DE4A14"/>
    <w:rsid w:val="00DE738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FD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EEC"/>
    <w:rsid w:val="00FB730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35EA"/>
  <w15:docId w15:val="{8E6DF8B5-BF9D-4320-A5A0-24D7B964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7A2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BF9DBC-925C-4F89-A6EC-2C4B4FAA83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7B08A4-93FF-47C4-ACF2-A59E34827D7A}"/>
</file>

<file path=customXml/itemProps3.xml><?xml version="1.0" encoding="utf-8"?>
<ds:datastoreItem xmlns:ds="http://schemas.openxmlformats.org/officeDocument/2006/customXml" ds:itemID="{A8156725-A118-418B-B09D-7883EA33F3FC}"/>
</file>

<file path=customXml/itemProps4.xml><?xml version="1.0" encoding="utf-8"?>
<ds:datastoreItem xmlns:ds="http://schemas.openxmlformats.org/officeDocument/2006/customXml" ds:itemID="{83D93500-46FA-4C4F-89B1-77B9DAFEFC9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954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12</cp:revision>
  <cp:lastPrinted>2020-11-13T10:21:00Z</cp:lastPrinted>
  <dcterms:created xsi:type="dcterms:W3CDTF">2020-10-29T12:15:00Z</dcterms:created>
  <dcterms:modified xsi:type="dcterms:W3CDTF">2021-10-02T12:57:00Z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